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F0B" w:rsidRDefault="00087AAF">
      <w:r>
        <w:rPr>
          <w:noProof/>
        </w:rPr>
        <w:pict>
          <v:group id="_x0000_s1038" style="position:absolute;margin-left:234pt;margin-top:0;width:3in;height:630pt;z-index:251658240" coordorigin="1620,1440" coordsize="4320,12600">
            <v:roundrect id="_x0000_s1039" style="position:absolute;left:1620;top:1440;width:4320;height:12600" arcsize="10923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1800;top:1620;width:3960;height:12060" filled="f" stroked="f">
              <v:textbox style="mso-next-textbox:#_x0000_s1040">
                <w:txbxContent>
                  <w:p w:rsidR="004E7B1C" w:rsidRDefault="00B331DA" w:rsidP="00535D97">
                    <w:pPr>
                      <w:jc w:val="center"/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</w:pPr>
                    <w:r w:rsidRPr="00B331DA">
                      <w:rPr>
                        <w:rFonts w:ascii="Arial" w:hAnsi="Arial" w:cs="Arial"/>
                        <w:b/>
                        <w:noProof/>
                        <w:sz w:val="32"/>
                        <w:szCs w:val="32"/>
                      </w:rPr>
                      <w:drawing>
                        <wp:inline distT="0" distB="0" distL="0" distR="0">
                          <wp:extent cx="2331720" cy="2122341"/>
                          <wp:effectExtent l="19050" t="0" r="0" b="0"/>
                          <wp:docPr id="4" name="Picture 1" descr="C:\Users\kindenbosch\AppData\Local\Microsoft\Windows\Temporary Internet Files\Content.IE5\98RP5GJ4\MC900250214[2]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C:\Users\kindenbosch\AppData\Local\Microsoft\Windows\Temporary Internet Files\Content.IE5\98RP5GJ4\MC900250214[2]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1720" cy="212234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4E7B1C" w:rsidRDefault="00B331DA" w:rsidP="00535D97">
                    <w:pPr>
                      <w:jc w:val="center"/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  <w:t xml:space="preserve">Tech Tools For </w:t>
                    </w:r>
                  </w:p>
                  <w:p w:rsidR="004E7B1C" w:rsidRDefault="00B331DA" w:rsidP="00B331D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  <w:t>Teachers</w:t>
                    </w:r>
                  </w:p>
                  <w:p w:rsidR="004E7B1C" w:rsidRDefault="004E7B1C" w:rsidP="00535D97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4E7B1C" w:rsidRDefault="004E7B1C" w:rsidP="00535D97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4E7B1C" w:rsidRDefault="00B331DA" w:rsidP="00535D97">
                    <w:pPr>
                      <w:jc w:val="center"/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The Sites</w:t>
                    </w:r>
                  </w:p>
                  <w:p w:rsidR="004E7B1C" w:rsidRDefault="004E7B1C" w:rsidP="00535D97">
                    <w:pPr>
                      <w:jc w:val="center"/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</w:p>
                  <w:p w:rsidR="005367C5" w:rsidRPr="00B331DA" w:rsidRDefault="005367C5" w:rsidP="005367C5">
                    <w:pPr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</w:pPr>
                    <w:r w:rsidRPr="00B331DA"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  <w:t>http://museumbox.e2bn.org/</w:t>
                    </w:r>
                  </w:p>
                  <w:p w:rsidR="005367C5" w:rsidRPr="00B331DA" w:rsidRDefault="005367C5" w:rsidP="005367C5">
                    <w:pPr>
                      <w:jc w:val="center"/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</w:pPr>
                  </w:p>
                  <w:p w:rsidR="005367C5" w:rsidRPr="00B331DA" w:rsidRDefault="005367C5" w:rsidP="005367C5">
                    <w:pPr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</w:pPr>
                    <w:r w:rsidRPr="005367C5"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  <w:t>http://www.qwiki.com/</w:t>
                    </w:r>
                    <w:r w:rsidRPr="00B331DA"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  <w:t xml:space="preserve"> </w:t>
                    </w:r>
                  </w:p>
                  <w:p w:rsidR="005367C5" w:rsidRPr="00B331DA" w:rsidRDefault="005367C5" w:rsidP="005367C5">
                    <w:pPr>
                      <w:jc w:val="center"/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</w:pPr>
                  </w:p>
                  <w:p w:rsidR="005367C5" w:rsidRPr="00B331DA" w:rsidRDefault="005367C5" w:rsidP="005367C5">
                    <w:pPr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</w:pPr>
                    <w:proofErr w:type="spellStart"/>
                    <w:r w:rsidRPr="005367C5"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  <w:t>zoom.it</w:t>
                    </w:r>
                    <w:proofErr w:type="spellEnd"/>
                  </w:p>
                  <w:p w:rsidR="005367C5" w:rsidRPr="00B331DA" w:rsidRDefault="005367C5" w:rsidP="005367C5">
                    <w:pPr>
                      <w:jc w:val="center"/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</w:pPr>
                  </w:p>
                  <w:p w:rsidR="005367C5" w:rsidRPr="00B331DA" w:rsidRDefault="005367C5" w:rsidP="005367C5">
                    <w:pPr>
                      <w:rPr>
                        <w:rFonts w:ascii="Arial" w:hAnsi="Arial" w:cs="Arial"/>
                        <w:b/>
                        <w:color w:val="548DD4" w:themeColor="text2" w:themeTint="99"/>
                        <w:sz w:val="22"/>
                        <w:szCs w:val="28"/>
                      </w:rPr>
                    </w:pPr>
                    <w:r w:rsidRPr="00B331DA">
                      <w:rPr>
                        <w:rFonts w:ascii="Arial" w:hAnsi="Arial" w:cs="Arial"/>
                        <w:b/>
                        <w:color w:val="548DD4" w:themeColor="text2" w:themeTint="99"/>
                        <w:sz w:val="22"/>
                        <w:szCs w:val="28"/>
                      </w:rPr>
                      <w:t>http://scimorph.greatfridays.com</w:t>
                    </w:r>
                  </w:p>
                  <w:p w:rsidR="005367C5" w:rsidRPr="00B331DA" w:rsidRDefault="005367C5" w:rsidP="005367C5">
                    <w:pPr>
                      <w:ind w:left="720"/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</w:pPr>
                  </w:p>
                  <w:p w:rsidR="005367C5" w:rsidRPr="00B331DA" w:rsidRDefault="005367C5" w:rsidP="005367C5">
                    <w:pPr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</w:pPr>
                    <w:r w:rsidRPr="00B331DA"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  <w:t>http://www.pdftoword.com</w:t>
                    </w:r>
                  </w:p>
                  <w:p w:rsidR="005367C5" w:rsidRPr="00B331DA" w:rsidRDefault="005367C5" w:rsidP="005367C5">
                    <w:pPr>
                      <w:pStyle w:val="ListParagraph"/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</w:pPr>
                  </w:p>
                  <w:p w:rsidR="005367C5" w:rsidRPr="00B331DA" w:rsidRDefault="005367C5" w:rsidP="005367C5">
                    <w:pPr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</w:pPr>
                    <w:r w:rsidRPr="00B331DA"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  <w:t>http://www.polleverywhere.com</w:t>
                    </w:r>
                  </w:p>
                  <w:p w:rsidR="005367C5" w:rsidRPr="00B331DA" w:rsidRDefault="005367C5" w:rsidP="005367C5">
                    <w:pPr>
                      <w:ind w:left="720"/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</w:pPr>
                  </w:p>
                  <w:p w:rsidR="005367C5" w:rsidRPr="00B331DA" w:rsidRDefault="005367C5" w:rsidP="005367C5">
                    <w:pPr>
                      <w:rPr>
                        <w:rFonts w:ascii="Arial" w:hAnsi="Arial" w:cs="Arial"/>
                        <w:b/>
                        <w:color w:val="548DD4" w:themeColor="text2" w:themeTint="99"/>
                        <w:sz w:val="22"/>
                        <w:szCs w:val="28"/>
                      </w:rPr>
                    </w:pPr>
                    <w:r w:rsidRPr="005367C5">
                      <w:rPr>
                        <w:rFonts w:ascii="Arial" w:hAnsi="Arial" w:cs="Arial"/>
                        <w:b/>
                        <w:color w:val="548DD4" w:themeColor="text2" w:themeTint="99"/>
                        <w:sz w:val="22"/>
                        <w:szCs w:val="28"/>
                      </w:rPr>
                      <w:t>http://www.technologyinclass.com/ticrecommends.html</w:t>
                    </w:r>
                  </w:p>
                  <w:p w:rsidR="005367C5" w:rsidRDefault="005367C5" w:rsidP="005367C5">
                    <w:pPr>
                      <w:rPr>
                        <w:rFonts w:ascii="Arial" w:hAnsi="Arial" w:cs="Arial"/>
                        <w:b/>
                        <w:sz w:val="22"/>
                        <w:szCs w:val="28"/>
                      </w:rPr>
                    </w:pPr>
                  </w:p>
                  <w:p w:rsidR="005367C5" w:rsidRDefault="005367C5" w:rsidP="005367C5">
                    <w:pPr>
                      <w:rPr>
                        <w:rFonts w:ascii="Arial" w:hAnsi="Arial" w:cs="Arial"/>
                        <w:b/>
                        <w:sz w:val="22"/>
                        <w:szCs w:val="28"/>
                      </w:rPr>
                    </w:pPr>
                  </w:p>
                  <w:p w:rsidR="005367C5" w:rsidRPr="005367C5" w:rsidRDefault="005367C5" w:rsidP="005367C5">
                    <w:pPr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</w:pPr>
                    <w:r w:rsidRPr="005367C5"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  <w:t>http://benningtontechinservice.wikispaces.com/</w:t>
                    </w:r>
                  </w:p>
                  <w:p w:rsidR="005367C5" w:rsidRPr="00B331DA" w:rsidRDefault="005367C5" w:rsidP="005367C5">
                    <w:pPr>
                      <w:rPr>
                        <w:rFonts w:ascii="Arial" w:hAnsi="Arial" w:cs="Arial"/>
                        <w:b/>
                        <w:szCs w:val="28"/>
                      </w:rPr>
                    </w:pPr>
                    <w:r w:rsidRPr="00B331DA">
                      <w:rPr>
                        <w:rFonts w:ascii="Arial" w:hAnsi="Arial" w:cs="Arial"/>
                        <w:b/>
                        <w:szCs w:val="28"/>
                      </w:rPr>
                      <w:t xml:space="preserve"> </w:t>
                    </w:r>
                  </w:p>
                  <w:p w:rsidR="004E7B1C" w:rsidRDefault="004E7B1C" w:rsidP="00883D7F">
                    <w:pPr>
                      <w:jc w:val="center"/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</w:p>
                  <w:p w:rsidR="004E7B1C" w:rsidRDefault="004E7B1C" w:rsidP="00535D97">
                    <w:pPr>
                      <w:jc w:val="center"/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37" style="position:absolute;margin-left:-9pt;margin-top:0;width:3in;height:630pt;z-index:251657216" coordorigin="1620,1440" coordsize="4320,12600">
            <v:roundrect id="_x0000_s1031" style="position:absolute;left:1620;top:1440;width:4320;height:12600" arcsize="10923f" o:regroupid="1"/>
            <v:shape id="_x0000_s1032" type="#_x0000_t202" style="position:absolute;left:1800;top:1620;width:3960;height:12060" o:regroupid="1" filled="f" stroked="f">
              <v:textbox style="mso-next-textbox:#_x0000_s1032">
                <w:txbxContent>
                  <w:p w:rsidR="00164C55" w:rsidRDefault="00B331DA" w:rsidP="00535D97">
                    <w:pPr>
                      <w:jc w:val="center"/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sz w:val="32"/>
                        <w:szCs w:val="32"/>
                      </w:rPr>
                      <w:drawing>
                        <wp:inline distT="0" distB="0" distL="0" distR="0">
                          <wp:extent cx="2333625" cy="2124075"/>
                          <wp:effectExtent l="19050" t="0" r="9525" b="0"/>
                          <wp:docPr id="3" name="Picture 1" descr="C:\Users\kindenbosch\AppData\Local\Microsoft\Windows\Temporary Internet Files\Content.IE5\98RP5GJ4\MC900250214[2]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C:\Users\kindenbosch\AppData\Local\Microsoft\Windows\Temporary Internet Files\Content.IE5\98RP5GJ4\MC900250214[2]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3625" cy="21240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164C55" w:rsidRDefault="00B331DA" w:rsidP="00535D97">
                    <w:pPr>
                      <w:jc w:val="center"/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  <w:t>Tech Tools for Teachers</w:t>
                    </w:r>
                  </w:p>
                  <w:p w:rsidR="00535D97" w:rsidRDefault="00535D97" w:rsidP="00535D97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164C55" w:rsidRDefault="00164C55" w:rsidP="00535D97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164C55" w:rsidRDefault="00B331DA" w:rsidP="00535D97">
                    <w:pPr>
                      <w:jc w:val="center"/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The Sites</w:t>
                    </w:r>
                  </w:p>
                  <w:p w:rsidR="005367C5" w:rsidRDefault="005367C5" w:rsidP="00535D97">
                    <w:pPr>
                      <w:jc w:val="center"/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</w:p>
                  <w:p w:rsidR="00000000" w:rsidRPr="00B331DA" w:rsidRDefault="00B331DA" w:rsidP="00B331DA">
                    <w:pPr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</w:pPr>
                    <w:r w:rsidRPr="00B331DA"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  <w:t>http://museumbox.e2bn.org/</w:t>
                    </w:r>
                  </w:p>
                  <w:p w:rsidR="00B331DA" w:rsidRPr="00B331DA" w:rsidRDefault="00B331DA" w:rsidP="00535D97">
                    <w:pPr>
                      <w:jc w:val="center"/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</w:pPr>
                  </w:p>
                  <w:p w:rsidR="00B331DA" w:rsidRPr="00B331DA" w:rsidRDefault="00B331DA" w:rsidP="00B331DA">
                    <w:pPr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</w:pPr>
                    <w:r w:rsidRPr="005367C5"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  <w:t>http://www.qwiki.com/</w:t>
                    </w:r>
                    <w:r w:rsidRPr="00B331DA"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  <w:t xml:space="preserve"> </w:t>
                    </w:r>
                  </w:p>
                  <w:p w:rsidR="00B331DA" w:rsidRPr="00B331DA" w:rsidRDefault="00B331DA" w:rsidP="00535D97">
                    <w:pPr>
                      <w:jc w:val="center"/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</w:pPr>
                  </w:p>
                  <w:p w:rsidR="00000000" w:rsidRPr="00B331DA" w:rsidRDefault="00A70C06" w:rsidP="00B331DA">
                    <w:pPr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</w:pPr>
                    <w:proofErr w:type="spellStart"/>
                    <w:r w:rsidRPr="005367C5"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  <w:t>zoom.it</w:t>
                    </w:r>
                    <w:proofErr w:type="spellEnd"/>
                  </w:p>
                  <w:p w:rsidR="00164C55" w:rsidRPr="00B331DA" w:rsidRDefault="00164C55" w:rsidP="00535D97">
                    <w:pPr>
                      <w:jc w:val="center"/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</w:pPr>
                  </w:p>
                  <w:p w:rsidR="00000000" w:rsidRPr="00B331DA" w:rsidRDefault="00A70C06" w:rsidP="00B331DA">
                    <w:pPr>
                      <w:rPr>
                        <w:rFonts w:ascii="Arial" w:hAnsi="Arial" w:cs="Arial"/>
                        <w:b/>
                        <w:color w:val="548DD4" w:themeColor="text2" w:themeTint="99"/>
                        <w:sz w:val="22"/>
                        <w:szCs w:val="28"/>
                      </w:rPr>
                    </w:pPr>
                    <w:r w:rsidRPr="00B331DA">
                      <w:rPr>
                        <w:rFonts w:ascii="Arial" w:hAnsi="Arial" w:cs="Arial"/>
                        <w:b/>
                        <w:color w:val="548DD4" w:themeColor="text2" w:themeTint="99"/>
                        <w:sz w:val="22"/>
                        <w:szCs w:val="28"/>
                      </w:rPr>
                      <w:t>http://</w:t>
                    </w:r>
                    <w:r w:rsidR="00B331DA" w:rsidRPr="00B331DA">
                      <w:rPr>
                        <w:rFonts w:ascii="Arial" w:hAnsi="Arial" w:cs="Arial"/>
                        <w:b/>
                        <w:color w:val="548DD4" w:themeColor="text2" w:themeTint="99"/>
                        <w:sz w:val="22"/>
                        <w:szCs w:val="28"/>
                      </w:rPr>
                      <w:t>scimorph.greatfridays.com</w:t>
                    </w:r>
                  </w:p>
                  <w:p w:rsidR="00B331DA" w:rsidRPr="00B331DA" w:rsidRDefault="00B331DA" w:rsidP="00B331DA">
                    <w:pPr>
                      <w:ind w:left="720"/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</w:pPr>
                  </w:p>
                  <w:p w:rsidR="00000000" w:rsidRPr="00B331DA" w:rsidRDefault="00A70C06" w:rsidP="00B331DA">
                    <w:pPr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</w:pPr>
                    <w:r w:rsidRPr="00B331DA"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  <w:t>http:</w:t>
                    </w:r>
                    <w:r w:rsidR="00B331DA" w:rsidRPr="00B331DA"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  <w:t>//www.pdftoword.com</w:t>
                    </w:r>
                  </w:p>
                  <w:p w:rsidR="00B331DA" w:rsidRPr="00B331DA" w:rsidRDefault="00B331DA" w:rsidP="00B331DA">
                    <w:pPr>
                      <w:pStyle w:val="ListParagraph"/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</w:pPr>
                  </w:p>
                  <w:p w:rsidR="00000000" w:rsidRPr="00B331DA" w:rsidRDefault="00A70C06" w:rsidP="00B331DA">
                    <w:pPr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</w:pPr>
                    <w:r w:rsidRPr="00B331DA"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  <w:t>http://www.poll</w:t>
                    </w:r>
                    <w:r w:rsidR="00B331DA" w:rsidRPr="00B331DA"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  <w:t>everywhere.com</w:t>
                    </w:r>
                  </w:p>
                  <w:p w:rsidR="00B331DA" w:rsidRPr="00B331DA" w:rsidRDefault="00B331DA" w:rsidP="00B331DA">
                    <w:pPr>
                      <w:ind w:left="720"/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</w:pPr>
                  </w:p>
                  <w:p w:rsidR="00B331DA" w:rsidRPr="00B331DA" w:rsidRDefault="00A70C06" w:rsidP="00B331DA">
                    <w:pPr>
                      <w:rPr>
                        <w:rFonts w:ascii="Arial" w:hAnsi="Arial" w:cs="Arial"/>
                        <w:b/>
                        <w:color w:val="548DD4" w:themeColor="text2" w:themeTint="99"/>
                        <w:sz w:val="22"/>
                        <w:szCs w:val="28"/>
                      </w:rPr>
                    </w:pPr>
                    <w:r w:rsidRPr="005367C5">
                      <w:rPr>
                        <w:rFonts w:ascii="Arial" w:hAnsi="Arial" w:cs="Arial"/>
                        <w:b/>
                        <w:color w:val="548DD4" w:themeColor="text2" w:themeTint="99"/>
                        <w:sz w:val="22"/>
                        <w:szCs w:val="28"/>
                      </w:rPr>
                      <w:t>http://www.technologyinclass.com/ticrecommends.html</w:t>
                    </w:r>
                  </w:p>
                  <w:p w:rsidR="00B331DA" w:rsidRDefault="00B331DA" w:rsidP="00B331DA">
                    <w:pPr>
                      <w:rPr>
                        <w:rFonts w:ascii="Arial" w:hAnsi="Arial" w:cs="Arial"/>
                        <w:b/>
                        <w:sz w:val="22"/>
                        <w:szCs w:val="28"/>
                      </w:rPr>
                    </w:pPr>
                  </w:p>
                  <w:p w:rsidR="00B331DA" w:rsidRDefault="00B331DA" w:rsidP="00B331DA">
                    <w:pPr>
                      <w:rPr>
                        <w:rFonts w:ascii="Arial" w:hAnsi="Arial" w:cs="Arial"/>
                        <w:b/>
                        <w:sz w:val="22"/>
                        <w:szCs w:val="28"/>
                      </w:rPr>
                    </w:pPr>
                  </w:p>
                  <w:p w:rsidR="00B331DA" w:rsidRPr="005367C5" w:rsidRDefault="00B331DA" w:rsidP="00B331DA">
                    <w:pPr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</w:pPr>
                    <w:r w:rsidRPr="005367C5">
                      <w:rPr>
                        <w:rFonts w:ascii="Arial" w:hAnsi="Arial" w:cs="Arial"/>
                        <w:b/>
                        <w:color w:val="548DD4" w:themeColor="text2" w:themeTint="99"/>
                        <w:szCs w:val="28"/>
                      </w:rPr>
                      <w:t>http://benningtontechinservice.wikispaces.com/</w:t>
                    </w:r>
                  </w:p>
                  <w:p w:rsidR="00000000" w:rsidRPr="00B331DA" w:rsidRDefault="00A70C06" w:rsidP="00B331DA">
                    <w:pPr>
                      <w:rPr>
                        <w:rFonts w:ascii="Arial" w:hAnsi="Arial" w:cs="Arial"/>
                        <w:b/>
                        <w:szCs w:val="28"/>
                      </w:rPr>
                    </w:pPr>
                    <w:r w:rsidRPr="00B331DA">
                      <w:rPr>
                        <w:rFonts w:ascii="Arial" w:hAnsi="Arial" w:cs="Arial"/>
                        <w:b/>
                        <w:szCs w:val="28"/>
                      </w:rPr>
                      <w:t xml:space="preserve"> </w:t>
                    </w:r>
                  </w:p>
                  <w:p w:rsidR="00164C55" w:rsidRPr="00E82818" w:rsidRDefault="00164C55" w:rsidP="00535D97">
                    <w:pPr>
                      <w:jc w:val="center"/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E82818">
        <w:t xml:space="preserve">                                                                                              </w:t>
      </w:r>
    </w:p>
    <w:p w:rsidR="009F1E0B" w:rsidRDefault="009F1E0B"/>
    <w:sectPr w:rsidR="009F1E0B" w:rsidSect="00087AA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C06" w:rsidRDefault="00A70C06">
      <w:r>
        <w:separator/>
      </w:r>
    </w:p>
  </w:endnote>
  <w:endnote w:type="continuationSeparator" w:id="0">
    <w:p w:rsidR="00A70C06" w:rsidRDefault="00A70C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C06" w:rsidRDefault="00A70C06">
      <w:r>
        <w:separator/>
      </w:r>
    </w:p>
  </w:footnote>
  <w:footnote w:type="continuationSeparator" w:id="0">
    <w:p w:rsidR="00A70C06" w:rsidRDefault="00A70C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E0256"/>
    <w:multiLevelType w:val="hybridMultilevel"/>
    <w:tmpl w:val="44BC37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8C5883"/>
    <w:multiLevelType w:val="hybridMultilevel"/>
    <w:tmpl w:val="D0C494D4"/>
    <w:lvl w:ilvl="0" w:tplc="113692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FEE8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A63C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2E7B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961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B4B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D0F8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84C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DE6B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8450BC5"/>
    <w:multiLevelType w:val="hybridMultilevel"/>
    <w:tmpl w:val="8710D4E0"/>
    <w:lvl w:ilvl="0" w:tplc="2D847D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566F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4ACE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B884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7CC9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709D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2C01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4E8C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FA9A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10342A8"/>
    <w:multiLevelType w:val="hybridMultilevel"/>
    <w:tmpl w:val="F25C7116"/>
    <w:lvl w:ilvl="0" w:tplc="C0E8FF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86C0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5E03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E0C1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D21D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8A07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C2CD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B856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C4B5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2F833F4"/>
    <w:multiLevelType w:val="hybridMultilevel"/>
    <w:tmpl w:val="A68E3FBA"/>
    <w:lvl w:ilvl="0" w:tplc="4EF0CD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D493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EC16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A2FA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8424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FC00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28F9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32C9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C6E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3570778"/>
    <w:multiLevelType w:val="hybridMultilevel"/>
    <w:tmpl w:val="5CD251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88C3597"/>
    <w:multiLevelType w:val="hybridMultilevel"/>
    <w:tmpl w:val="3B92AA70"/>
    <w:lvl w:ilvl="0" w:tplc="F7ECA6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FABF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7801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0059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64E9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987A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1C2E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C04F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68F1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E0C56D5"/>
    <w:multiLevelType w:val="hybridMultilevel"/>
    <w:tmpl w:val="D05E2CD0"/>
    <w:lvl w:ilvl="0" w:tplc="986040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66FE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A22A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2C02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DCF6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B4E5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EC2B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3A03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B813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2"/>
  </w:num>
  <w:num w:numId="5">
    <w:abstractNumId w:val="3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7C5"/>
    <w:rsid w:val="0001215B"/>
    <w:rsid w:val="00023F0B"/>
    <w:rsid w:val="0004215A"/>
    <w:rsid w:val="00087AAF"/>
    <w:rsid w:val="00164C55"/>
    <w:rsid w:val="003F21B4"/>
    <w:rsid w:val="004E7B1C"/>
    <w:rsid w:val="00535D97"/>
    <w:rsid w:val="005367C5"/>
    <w:rsid w:val="005E5858"/>
    <w:rsid w:val="00633B80"/>
    <w:rsid w:val="007743FA"/>
    <w:rsid w:val="00801DE4"/>
    <w:rsid w:val="00883D7F"/>
    <w:rsid w:val="008B7178"/>
    <w:rsid w:val="009F1E0B"/>
    <w:rsid w:val="00A70C06"/>
    <w:rsid w:val="00B331DA"/>
    <w:rsid w:val="00C7457E"/>
    <w:rsid w:val="00C92A83"/>
    <w:rsid w:val="00CD59BD"/>
    <w:rsid w:val="00E30F44"/>
    <w:rsid w:val="00E82818"/>
    <w:rsid w:val="00F132C9"/>
    <w:rsid w:val="00F51E37"/>
    <w:rsid w:val="00F63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AAF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23F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F21B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F21B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0F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F4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331D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331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07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803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7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3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0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067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576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0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7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ndenbosch\AppData\Roaming\Microsoft\Templates\EdWorld_ReadingNotesBookmar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8260E22-AE98-451A-A25F-C9EB3C43CB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EdWorld_ReadingNotesBookmark</Template>
  <TotalTime>11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kindenbosch</dc:creator>
  <cp:lastModifiedBy>kindenbosch</cp:lastModifiedBy>
  <cp:revision>1</cp:revision>
  <dcterms:created xsi:type="dcterms:W3CDTF">2011-03-10T19:24:00Z</dcterms:created>
  <dcterms:modified xsi:type="dcterms:W3CDTF">2011-03-10T19:35:00Z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TC018756109991</vt:lpwstr>
  </property>
</Properties>
</file>